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B8D" w:rsidRDefault="00BB61E5" w:rsidP="00331B8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4.05pt;margin-top:9pt;width:411.75pt;height:125.55pt;z-index:1;mso-height-percent:200;mso-height-percent:200;mso-width-relative:margin;mso-height-relative:margin" filled="f" stroked="f">
            <v:textbox style="mso-fit-shape-to-text:t">
              <w:txbxContent>
                <w:p w:rsidR="00331B8D" w:rsidRPr="0095200A" w:rsidRDefault="00331B8D" w:rsidP="00331B8D">
                  <w:pPr>
                    <w:jc w:val="center"/>
                    <w:rPr>
                      <w:rFonts w:ascii="Engravers MT" w:hAnsi="Engravers MT"/>
                      <w:b/>
                      <w:sz w:val="28"/>
                      <w:szCs w:val="28"/>
                    </w:rPr>
                  </w:pPr>
                  <w:r w:rsidRPr="0095200A">
                    <w:rPr>
                      <w:rFonts w:ascii="Engravers MT" w:hAnsi="Engravers MT"/>
                      <w:b/>
                      <w:sz w:val="28"/>
                      <w:szCs w:val="28"/>
                    </w:rPr>
                    <w:t>Frederick County</w:t>
                  </w:r>
                </w:p>
                <w:p w:rsidR="00331B8D" w:rsidRDefault="00331B8D" w:rsidP="00331B8D">
                  <w:pPr>
                    <w:jc w:val="center"/>
                  </w:pPr>
                  <w:r w:rsidRPr="0095200A">
                    <w:rPr>
                      <w:rFonts w:ascii="Engravers MT" w:hAnsi="Engravers MT"/>
                      <w:b/>
                      <w:sz w:val="28"/>
                      <w:szCs w:val="28"/>
                    </w:rPr>
                    <w:t>Department of Social Services</w:t>
                  </w:r>
                </w:p>
                <w:p w:rsidR="00331B8D" w:rsidRPr="0095200A" w:rsidRDefault="00331B8D" w:rsidP="00331B8D">
                  <w:pPr>
                    <w:jc w:val="center"/>
                  </w:pPr>
                </w:p>
                <w:p w:rsidR="00331B8D" w:rsidRPr="0095200A" w:rsidRDefault="00331B8D" w:rsidP="00331B8D">
                  <w:pPr>
                    <w:jc w:val="center"/>
                    <w:rPr>
                      <w:rFonts w:ascii="Engravers MT" w:hAnsi="Engravers MT"/>
                    </w:rPr>
                  </w:pPr>
                  <w:r w:rsidRPr="0095200A">
                    <w:rPr>
                      <w:rFonts w:ascii="Engravers MT" w:hAnsi="Engravers MT"/>
                    </w:rPr>
                    <w:t>107 N. Kent Street, Third Floor</w:t>
                  </w:r>
                </w:p>
                <w:p w:rsidR="00331B8D" w:rsidRDefault="00331B8D" w:rsidP="00331B8D">
                  <w:pPr>
                    <w:jc w:val="center"/>
                    <w:rPr>
                      <w:rFonts w:ascii="Engravers MT" w:hAnsi="Engravers MT"/>
                    </w:rPr>
                  </w:pPr>
                  <w:r w:rsidRPr="0095200A">
                    <w:rPr>
                      <w:rFonts w:ascii="Engravers MT" w:hAnsi="Engravers MT"/>
                    </w:rPr>
                    <w:t>Winchester, VA  22601</w:t>
                  </w:r>
                </w:p>
                <w:p w:rsidR="00331B8D" w:rsidRPr="00406D65" w:rsidRDefault="00331B8D" w:rsidP="00331B8D">
                  <w:pPr>
                    <w:jc w:val="center"/>
                    <w:rPr>
                      <w:rFonts w:ascii="Engravers MT" w:hAnsi="Engravers MT"/>
                      <w:sz w:val="22"/>
                      <w:szCs w:val="22"/>
                    </w:rPr>
                  </w:pPr>
                  <w:r w:rsidRPr="00406D65">
                    <w:rPr>
                      <w:rFonts w:ascii="Engravers MT" w:hAnsi="Engravers MT"/>
                      <w:sz w:val="22"/>
                      <w:szCs w:val="22"/>
                    </w:rPr>
                    <w:t>(540) 665-5688</w:t>
                  </w:r>
                </w:p>
                <w:p w:rsidR="00331B8D" w:rsidRPr="00406D65" w:rsidRDefault="00331B8D" w:rsidP="00331B8D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331B8D" w:rsidRDefault="00331B8D" w:rsidP="00331B8D">
                  <w:pPr>
                    <w:rPr>
                      <w:rFonts w:ascii="Engravers MT" w:hAnsi="Engravers MT"/>
                      <w:sz w:val="18"/>
                      <w:szCs w:val="18"/>
                    </w:rPr>
                  </w:pPr>
                  <w:r>
                    <w:rPr>
                      <w:rFonts w:ascii="Engravers MT" w:hAnsi="Engravers MT"/>
                      <w:sz w:val="18"/>
                      <w:szCs w:val="18"/>
                    </w:rPr>
                    <w:t xml:space="preserve">                  </w:t>
                  </w:r>
                  <w:r w:rsidRPr="00406D65">
                    <w:rPr>
                      <w:rFonts w:ascii="Engravers MT" w:hAnsi="Engravers MT"/>
                      <w:sz w:val="18"/>
                      <w:szCs w:val="18"/>
                    </w:rPr>
                    <w:t>(540) 535-2146</w:t>
                  </w:r>
                  <w:r>
                    <w:rPr>
                      <w:rFonts w:ascii="Engravers MT" w:hAnsi="Engravers MT"/>
                      <w:sz w:val="18"/>
                      <w:szCs w:val="18"/>
                    </w:rPr>
                    <w:t xml:space="preserve"> </w:t>
                  </w:r>
                  <w:r w:rsidRPr="00406D65">
                    <w:rPr>
                      <w:rFonts w:ascii="Engravers MT" w:hAnsi="Engravers MT"/>
                      <w:b/>
                      <w:sz w:val="18"/>
                      <w:szCs w:val="18"/>
                    </w:rPr>
                    <w:t>(</w:t>
                  </w:r>
                  <w:r w:rsidRPr="00406D65">
                    <w:rPr>
                      <w:rFonts w:ascii="Arial" w:hAnsi="Arial" w:cs="Arial"/>
                      <w:b/>
                      <w:sz w:val="18"/>
                      <w:szCs w:val="18"/>
                    </w:rPr>
                    <w:t>Services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/Finance</w:t>
                  </w:r>
                  <w:r w:rsidRPr="00406D6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Fax)</w:t>
                  </w:r>
                  <w:r>
                    <w:rPr>
                      <w:rFonts w:ascii="Engravers MT" w:hAnsi="Engravers MT"/>
                      <w:sz w:val="18"/>
                      <w:szCs w:val="18"/>
                    </w:rPr>
                    <w:t xml:space="preserve">       </w:t>
                  </w:r>
                  <w:r w:rsidRPr="00406D65">
                    <w:rPr>
                      <w:rFonts w:ascii="Engravers MT" w:hAnsi="Engravers MT"/>
                      <w:sz w:val="18"/>
                      <w:szCs w:val="18"/>
                    </w:rPr>
                    <w:t>(540) 665-5664</w:t>
                  </w:r>
                  <w:r>
                    <w:rPr>
                      <w:rFonts w:ascii="Engravers MT" w:hAnsi="Engravers MT"/>
                      <w:sz w:val="18"/>
                      <w:szCs w:val="18"/>
                    </w:rPr>
                    <w:t xml:space="preserve"> </w:t>
                  </w:r>
                  <w:r w:rsidRPr="00406D65">
                    <w:rPr>
                      <w:rFonts w:ascii="Engravers MT" w:hAnsi="Engravers MT"/>
                      <w:b/>
                      <w:sz w:val="18"/>
                      <w:szCs w:val="18"/>
                    </w:rPr>
                    <w:t>(</w:t>
                  </w:r>
                  <w:r w:rsidRPr="00406D65">
                    <w:rPr>
                      <w:rFonts w:ascii="Arial" w:hAnsi="Arial" w:cs="Arial"/>
                      <w:b/>
                      <w:sz w:val="18"/>
                      <w:szCs w:val="18"/>
                    </w:rPr>
                    <w:t>Eligibility Fax)</w:t>
                  </w:r>
                </w:p>
                <w:p w:rsidR="00331B8D" w:rsidRPr="00406D65" w:rsidRDefault="00331B8D" w:rsidP="00331B8D">
                  <w:pPr>
                    <w:ind w:left="144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Engravers MT" w:hAnsi="Engravers MT"/>
                      <w:sz w:val="18"/>
                      <w:szCs w:val="18"/>
                    </w:rPr>
                    <w:t xml:space="preserve">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406D65">
                    <w:rPr>
                      <w:rFonts w:ascii="Engravers MT" w:hAnsi="Engravers MT"/>
                      <w:sz w:val="18"/>
                      <w:szCs w:val="18"/>
                    </w:rPr>
                    <w:tab/>
                  </w:r>
                  <w:r w:rsidRPr="00406D65">
                    <w:rPr>
                      <w:rFonts w:ascii="Engravers MT" w:hAnsi="Engravers MT"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</w:p>
    <w:p w:rsidR="00331B8D" w:rsidRDefault="00BB61E5" w:rsidP="00331B8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78pt">
            <v:imagedata r:id="rId6" o:title="seal"/>
          </v:shape>
        </w:pict>
      </w:r>
    </w:p>
    <w:p w:rsidR="00331B8D" w:rsidRPr="0095200A" w:rsidRDefault="00331B8D" w:rsidP="00331B8D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Pr="0095200A">
        <w:rPr>
          <w:i/>
          <w:sz w:val="18"/>
          <w:szCs w:val="18"/>
        </w:rPr>
        <w:t>Tamara Green</w:t>
      </w:r>
    </w:p>
    <w:p w:rsidR="00331B8D" w:rsidRDefault="00331B8D" w:rsidP="00331B8D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</w:t>
      </w:r>
      <w:r w:rsidRPr="0095200A">
        <w:rPr>
          <w:i/>
          <w:sz w:val="18"/>
          <w:szCs w:val="18"/>
        </w:rPr>
        <w:t>Director</w:t>
      </w:r>
    </w:p>
    <w:p w:rsidR="00331B8D" w:rsidRDefault="00331B8D" w:rsidP="00331B8D">
      <w:pPr>
        <w:rPr>
          <w:i/>
          <w:sz w:val="18"/>
          <w:szCs w:val="18"/>
        </w:rPr>
      </w:pPr>
      <w:r>
        <w:rPr>
          <w:i/>
          <w:sz w:val="18"/>
          <w:szCs w:val="18"/>
        </w:rPr>
        <w:t>____________________________________________________________________________________</w:t>
      </w:r>
      <w:r w:rsidR="001911BD">
        <w:rPr>
          <w:i/>
          <w:sz w:val="18"/>
          <w:szCs w:val="18"/>
        </w:rPr>
        <w:t>____________________</w:t>
      </w:r>
    </w:p>
    <w:p w:rsidR="00331B8D" w:rsidRDefault="00331B8D" w:rsidP="00331B8D">
      <w:pPr>
        <w:rPr>
          <w:i/>
          <w:sz w:val="18"/>
          <w:szCs w:val="18"/>
        </w:rPr>
      </w:pPr>
    </w:p>
    <w:p w:rsidR="008B1651" w:rsidRDefault="00E930D0" w:rsidP="00E930D0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  <w:b/>
          <w:u w:val="single"/>
        </w:rPr>
      </w:pPr>
      <w:r w:rsidRPr="00E930D0">
        <w:rPr>
          <w:rFonts w:ascii="Arial" w:hAnsi="Arial" w:cs="Arial"/>
          <w:b/>
          <w:u w:val="single"/>
        </w:rPr>
        <w:t>AGENDA</w:t>
      </w:r>
    </w:p>
    <w:p w:rsidR="00E930D0" w:rsidRPr="00E930D0" w:rsidRDefault="00E930D0" w:rsidP="00E930D0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  <w:b/>
          <w:u w:val="single"/>
        </w:rPr>
      </w:pPr>
    </w:p>
    <w:p w:rsidR="00E930D0" w:rsidRDefault="00E930D0" w:rsidP="00E930D0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Frederick County Social Service Board</w:t>
      </w:r>
    </w:p>
    <w:p w:rsidR="00E930D0" w:rsidRDefault="00E930D0" w:rsidP="00E930D0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Tuesday, February 17, 2015</w:t>
      </w:r>
    </w:p>
    <w:p w:rsidR="00E930D0" w:rsidRDefault="00E930D0" w:rsidP="00E930D0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8:30am</w:t>
      </w:r>
    </w:p>
    <w:p w:rsidR="008B1651" w:rsidRDefault="008B1651" w:rsidP="00A44D70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A44D70" w:rsidRPr="00A44D70" w:rsidRDefault="00A44D70" w:rsidP="001911B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44D70">
        <w:rPr>
          <w:rFonts w:ascii="Arial" w:hAnsi="Arial" w:cs="Arial"/>
        </w:rPr>
        <w:t>CALL TO ORDER</w:t>
      </w:r>
    </w:p>
    <w:p w:rsidR="00A44D70" w:rsidRPr="00A44D70" w:rsidRDefault="00A44D70" w:rsidP="00A44D7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6D06" w:rsidRDefault="00A44D70" w:rsidP="003A631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44D70">
        <w:rPr>
          <w:rFonts w:ascii="Arial" w:hAnsi="Arial" w:cs="Arial"/>
        </w:rPr>
        <w:t>MINUTES</w:t>
      </w:r>
    </w:p>
    <w:p w:rsidR="006F0074" w:rsidRPr="006F0074" w:rsidRDefault="00D63C73" w:rsidP="006F007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A6315" w:rsidRDefault="003211EE" w:rsidP="00E930D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44D70">
        <w:rPr>
          <w:rFonts w:ascii="Arial" w:hAnsi="Arial" w:cs="Arial"/>
        </w:rPr>
        <w:t xml:space="preserve">FINANCIAL </w:t>
      </w:r>
      <w:r>
        <w:rPr>
          <w:rFonts w:ascii="Arial" w:hAnsi="Arial" w:cs="Arial"/>
        </w:rPr>
        <w:t xml:space="preserve">AND PERSONNEL </w:t>
      </w:r>
      <w:r w:rsidRPr="00A44D70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– Delsie Butts</w:t>
      </w:r>
    </w:p>
    <w:p w:rsidR="003A6315" w:rsidRDefault="003A6315" w:rsidP="003A6315">
      <w:pPr>
        <w:rPr>
          <w:rFonts w:ascii="Arial" w:hAnsi="Arial" w:cs="Arial"/>
        </w:rPr>
      </w:pPr>
    </w:p>
    <w:p w:rsidR="003A6315" w:rsidRDefault="003A6315" w:rsidP="003A6315">
      <w:pPr>
        <w:rPr>
          <w:rFonts w:ascii="Arial" w:hAnsi="Arial" w:cs="Arial"/>
        </w:rPr>
      </w:pPr>
      <w:r>
        <w:rPr>
          <w:rFonts w:ascii="Arial" w:hAnsi="Arial" w:cs="Arial"/>
        </w:rPr>
        <w:t>PROGRAMS</w:t>
      </w:r>
    </w:p>
    <w:p w:rsidR="003A6315" w:rsidRDefault="00E930D0" w:rsidP="003A63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Questions on Foster Care</w:t>
      </w:r>
      <w:r w:rsidR="003A6315">
        <w:rPr>
          <w:rFonts w:ascii="Arial" w:hAnsi="Arial" w:cs="Arial"/>
        </w:rPr>
        <w:t xml:space="preserve"> Statistics?</w:t>
      </w:r>
    </w:p>
    <w:p w:rsidR="003A6315" w:rsidRDefault="003A6315" w:rsidP="003A6315">
      <w:pPr>
        <w:rPr>
          <w:rFonts w:ascii="Arial" w:hAnsi="Arial" w:cs="Arial"/>
        </w:rPr>
      </w:pPr>
    </w:p>
    <w:p w:rsidR="003A6315" w:rsidRDefault="003A6315" w:rsidP="003A6315">
      <w:pPr>
        <w:rPr>
          <w:rFonts w:ascii="Arial" w:hAnsi="Arial" w:cs="Arial"/>
        </w:rPr>
      </w:pPr>
      <w:r>
        <w:rPr>
          <w:rFonts w:ascii="Arial" w:hAnsi="Arial" w:cs="Arial"/>
        </w:rPr>
        <w:t>PRESENTATION</w:t>
      </w:r>
    </w:p>
    <w:p w:rsidR="003A6315" w:rsidRDefault="00E930D0" w:rsidP="003A63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A6315">
        <w:rPr>
          <w:rFonts w:ascii="Arial" w:hAnsi="Arial" w:cs="Arial"/>
        </w:rPr>
        <w:t>Strategic Plan</w:t>
      </w:r>
      <w:r>
        <w:rPr>
          <w:rFonts w:ascii="Arial" w:hAnsi="Arial" w:cs="Arial"/>
        </w:rPr>
        <w:t>: Discussion of Strategies 3 &amp; 4</w:t>
      </w:r>
      <w:r w:rsidR="003A6315">
        <w:rPr>
          <w:rFonts w:ascii="Arial" w:hAnsi="Arial" w:cs="Arial"/>
        </w:rPr>
        <w:t xml:space="preserve"> – Tami Green</w:t>
      </w:r>
    </w:p>
    <w:p w:rsidR="003A6315" w:rsidRDefault="003A6315" w:rsidP="003A6315">
      <w:pPr>
        <w:rPr>
          <w:rFonts w:ascii="Arial" w:hAnsi="Arial" w:cs="Arial"/>
        </w:rPr>
      </w:pPr>
    </w:p>
    <w:p w:rsidR="00981A74" w:rsidRDefault="003211EE" w:rsidP="00981A74">
      <w:pPr>
        <w:rPr>
          <w:rFonts w:ascii="Arial" w:hAnsi="Arial" w:cs="Arial"/>
        </w:rPr>
      </w:pPr>
      <w:r w:rsidRPr="00A44D70">
        <w:rPr>
          <w:rFonts w:ascii="Arial" w:hAnsi="Arial" w:cs="Arial"/>
        </w:rPr>
        <w:t>DIRECTOR’S REPORT</w:t>
      </w:r>
      <w:r>
        <w:rPr>
          <w:rFonts w:ascii="Arial" w:hAnsi="Arial" w:cs="Arial"/>
        </w:rPr>
        <w:t xml:space="preserve"> </w:t>
      </w:r>
    </w:p>
    <w:p w:rsidR="003211EE" w:rsidRDefault="00034EAE" w:rsidP="003A6315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Discussion of Grievance Policy</w:t>
      </w:r>
    </w:p>
    <w:p w:rsidR="003A6315" w:rsidRDefault="003A6315" w:rsidP="003A6315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Follow up to Social Security # Fraud policy</w:t>
      </w:r>
    </w:p>
    <w:p w:rsidR="003A6315" w:rsidRDefault="00034EAE" w:rsidP="003A6315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Evaluations</w:t>
      </w:r>
    </w:p>
    <w:p w:rsidR="003A6315" w:rsidRDefault="003A6315" w:rsidP="003A631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3211EE" w:rsidRPr="00A44D70" w:rsidRDefault="003211EE" w:rsidP="003211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44D70">
        <w:rPr>
          <w:rFonts w:ascii="Arial" w:hAnsi="Arial" w:cs="Arial"/>
        </w:rPr>
        <w:t>BOARD MEMBERS’ COMMENTS</w:t>
      </w:r>
    </w:p>
    <w:p w:rsidR="003211EE" w:rsidRPr="00A44D70" w:rsidRDefault="003211EE" w:rsidP="003211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3211EE" w:rsidRDefault="003211EE" w:rsidP="003211EE">
      <w:pPr>
        <w:rPr>
          <w:rFonts w:ascii="Arial" w:hAnsi="Arial" w:cs="Arial"/>
        </w:rPr>
      </w:pPr>
      <w:r w:rsidRPr="00A44D70">
        <w:rPr>
          <w:rFonts w:ascii="Arial" w:hAnsi="Arial" w:cs="Arial"/>
        </w:rPr>
        <w:t>CHAIRMAN’S COMMENTS</w:t>
      </w:r>
    </w:p>
    <w:p w:rsidR="00782D62" w:rsidRDefault="00782D62" w:rsidP="003211EE">
      <w:pPr>
        <w:rPr>
          <w:rFonts w:ascii="Arial" w:hAnsi="Arial" w:cs="Arial"/>
        </w:rPr>
      </w:pPr>
    </w:p>
    <w:p w:rsidR="003211EE" w:rsidRPr="00A44D70" w:rsidRDefault="00981A74" w:rsidP="00981A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211EE" w:rsidRPr="00A44D70">
        <w:rPr>
          <w:rFonts w:ascii="Arial" w:hAnsi="Arial" w:cs="Arial"/>
        </w:rPr>
        <w:t>ADJOURNMENT</w:t>
      </w:r>
    </w:p>
    <w:p w:rsidR="00700B56" w:rsidRPr="00700B56" w:rsidRDefault="00700B56" w:rsidP="001911BD">
      <w:pPr>
        <w:ind w:right="720"/>
        <w:rPr>
          <w:rFonts w:ascii="Arial" w:hAnsi="Arial" w:cs="Arial"/>
        </w:rPr>
      </w:pPr>
    </w:p>
    <w:sectPr w:rsidR="00700B56" w:rsidRPr="00700B56" w:rsidSect="00191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506"/>
    <w:multiLevelType w:val="hybridMultilevel"/>
    <w:tmpl w:val="E1FC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D79F8"/>
    <w:multiLevelType w:val="hybridMultilevel"/>
    <w:tmpl w:val="D604F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FB702E"/>
    <w:multiLevelType w:val="hybridMultilevel"/>
    <w:tmpl w:val="A3B29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AA3E6F"/>
    <w:multiLevelType w:val="hybridMultilevel"/>
    <w:tmpl w:val="D1124A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861A24"/>
    <w:multiLevelType w:val="hybridMultilevel"/>
    <w:tmpl w:val="3F087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2C6306"/>
    <w:multiLevelType w:val="hybridMultilevel"/>
    <w:tmpl w:val="388E15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2846A9F"/>
    <w:multiLevelType w:val="hybridMultilevel"/>
    <w:tmpl w:val="3A2AB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D7F39"/>
    <w:multiLevelType w:val="hybridMultilevel"/>
    <w:tmpl w:val="1D22E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CE6215"/>
    <w:multiLevelType w:val="hybridMultilevel"/>
    <w:tmpl w:val="E6BAEF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ED1AB9"/>
    <w:multiLevelType w:val="hybridMultilevel"/>
    <w:tmpl w:val="A5680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2749A3"/>
    <w:multiLevelType w:val="hybridMultilevel"/>
    <w:tmpl w:val="769A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915FB"/>
    <w:multiLevelType w:val="hybridMultilevel"/>
    <w:tmpl w:val="CB88A3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6753F34"/>
    <w:multiLevelType w:val="hybridMultilevel"/>
    <w:tmpl w:val="D144D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C11DC"/>
    <w:multiLevelType w:val="hybridMultilevel"/>
    <w:tmpl w:val="B75A80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DDF208A"/>
    <w:multiLevelType w:val="hybridMultilevel"/>
    <w:tmpl w:val="0896E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947CE"/>
    <w:multiLevelType w:val="hybridMultilevel"/>
    <w:tmpl w:val="CA5E12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FD11B3"/>
    <w:multiLevelType w:val="hybridMultilevel"/>
    <w:tmpl w:val="5E1A6A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9156692"/>
    <w:multiLevelType w:val="hybridMultilevel"/>
    <w:tmpl w:val="6FB4B2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BC46F15"/>
    <w:multiLevelType w:val="hybridMultilevel"/>
    <w:tmpl w:val="D94E1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10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15"/>
  </w:num>
  <w:num w:numId="10">
    <w:abstractNumId w:val="5"/>
  </w:num>
  <w:num w:numId="11">
    <w:abstractNumId w:val="2"/>
  </w:num>
  <w:num w:numId="12">
    <w:abstractNumId w:val="1"/>
  </w:num>
  <w:num w:numId="13">
    <w:abstractNumId w:val="9"/>
  </w:num>
  <w:num w:numId="14">
    <w:abstractNumId w:val="11"/>
  </w:num>
  <w:num w:numId="15">
    <w:abstractNumId w:val="17"/>
  </w:num>
  <w:num w:numId="16">
    <w:abstractNumId w:val="13"/>
  </w:num>
  <w:num w:numId="17">
    <w:abstractNumId w:val="14"/>
  </w:num>
  <w:num w:numId="18">
    <w:abstractNumId w:val="0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CF0"/>
    <w:rsid w:val="00011EBB"/>
    <w:rsid w:val="00034EAE"/>
    <w:rsid w:val="00087842"/>
    <w:rsid w:val="000D4FB1"/>
    <w:rsid w:val="00100121"/>
    <w:rsid w:val="001103BF"/>
    <w:rsid w:val="0014040D"/>
    <w:rsid w:val="00146D06"/>
    <w:rsid w:val="00154DA4"/>
    <w:rsid w:val="00157B5E"/>
    <w:rsid w:val="001911BD"/>
    <w:rsid w:val="001D10AE"/>
    <w:rsid w:val="001D1257"/>
    <w:rsid w:val="001D6EF1"/>
    <w:rsid w:val="001E09BC"/>
    <w:rsid w:val="001F2CBF"/>
    <w:rsid w:val="00205BB8"/>
    <w:rsid w:val="00266454"/>
    <w:rsid w:val="00286EA4"/>
    <w:rsid w:val="00294C3F"/>
    <w:rsid w:val="002975A7"/>
    <w:rsid w:val="002A0433"/>
    <w:rsid w:val="002A58A3"/>
    <w:rsid w:val="002D07A7"/>
    <w:rsid w:val="002F60F8"/>
    <w:rsid w:val="002F6895"/>
    <w:rsid w:val="002F6CB1"/>
    <w:rsid w:val="00313817"/>
    <w:rsid w:val="003211EE"/>
    <w:rsid w:val="00331B8D"/>
    <w:rsid w:val="00332A6C"/>
    <w:rsid w:val="0034630C"/>
    <w:rsid w:val="003545EE"/>
    <w:rsid w:val="00366EF4"/>
    <w:rsid w:val="00372F7D"/>
    <w:rsid w:val="00376BA3"/>
    <w:rsid w:val="00386AD1"/>
    <w:rsid w:val="003A6315"/>
    <w:rsid w:val="003B2E7A"/>
    <w:rsid w:val="003D2D73"/>
    <w:rsid w:val="003D3BE4"/>
    <w:rsid w:val="003D5CAA"/>
    <w:rsid w:val="003F317B"/>
    <w:rsid w:val="0045388A"/>
    <w:rsid w:val="004717FB"/>
    <w:rsid w:val="00471D9B"/>
    <w:rsid w:val="00485E0A"/>
    <w:rsid w:val="00495591"/>
    <w:rsid w:val="004E0419"/>
    <w:rsid w:val="005138C3"/>
    <w:rsid w:val="00551AD8"/>
    <w:rsid w:val="00574556"/>
    <w:rsid w:val="0058744E"/>
    <w:rsid w:val="005E79D4"/>
    <w:rsid w:val="005F1A22"/>
    <w:rsid w:val="005F2231"/>
    <w:rsid w:val="005F6CAA"/>
    <w:rsid w:val="006305AF"/>
    <w:rsid w:val="00641F03"/>
    <w:rsid w:val="00660726"/>
    <w:rsid w:val="006A1E74"/>
    <w:rsid w:val="006A454A"/>
    <w:rsid w:val="006B0647"/>
    <w:rsid w:val="006C0A91"/>
    <w:rsid w:val="006C1651"/>
    <w:rsid w:val="006E1AF8"/>
    <w:rsid w:val="006E76CB"/>
    <w:rsid w:val="006F0074"/>
    <w:rsid w:val="00700B56"/>
    <w:rsid w:val="007243A4"/>
    <w:rsid w:val="00733C93"/>
    <w:rsid w:val="007547F4"/>
    <w:rsid w:val="00754875"/>
    <w:rsid w:val="00776632"/>
    <w:rsid w:val="00781586"/>
    <w:rsid w:val="00782D62"/>
    <w:rsid w:val="007A1E30"/>
    <w:rsid w:val="007A3635"/>
    <w:rsid w:val="007A566D"/>
    <w:rsid w:val="007B1685"/>
    <w:rsid w:val="007B5470"/>
    <w:rsid w:val="007E5CDF"/>
    <w:rsid w:val="007F0928"/>
    <w:rsid w:val="007F0A68"/>
    <w:rsid w:val="008171BA"/>
    <w:rsid w:val="00823E5F"/>
    <w:rsid w:val="008A3D98"/>
    <w:rsid w:val="008B1651"/>
    <w:rsid w:val="008E1782"/>
    <w:rsid w:val="008E2E10"/>
    <w:rsid w:val="00915FDD"/>
    <w:rsid w:val="009247E3"/>
    <w:rsid w:val="00932C8B"/>
    <w:rsid w:val="00940481"/>
    <w:rsid w:val="0094278B"/>
    <w:rsid w:val="00943779"/>
    <w:rsid w:val="00951EC9"/>
    <w:rsid w:val="00973F81"/>
    <w:rsid w:val="00981A74"/>
    <w:rsid w:val="0099237D"/>
    <w:rsid w:val="009B4251"/>
    <w:rsid w:val="009C386A"/>
    <w:rsid w:val="009D13A5"/>
    <w:rsid w:val="00A169FC"/>
    <w:rsid w:val="00A44D70"/>
    <w:rsid w:val="00AD7D25"/>
    <w:rsid w:val="00AE25C8"/>
    <w:rsid w:val="00AE4DE6"/>
    <w:rsid w:val="00AF50C9"/>
    <w:rsid w:val="00B40E72"/>
    <w:rsid w:val="00B47DC4"/>
    <w:rsid w:val="00B55F6F"/>
    <w:rsid w:val="00B70709"/>
    <w:rsid w:val="00B8074E"/>
    <w:rsid w:val="00B834CF"/>
    <w:rsid w:val="00BA2379"/>
    <w:rsid w:val="00BB61E5"/>
    <w:rsid w:val="00C05D59"/>
    <w:rsid w:val="00C10BFB"/>
    <w:rsid w:val="00C11192"/>
    <w:rsid w:val="00C13753"/>
    <w:rsid w:val="00C35CF0"/>
    <w:rsid w:val="00C5536C"/>
    <w:rsid w:val="00C71B32"/>
    <w:rsid w:val="00CB3A7A"/>
    <w:rsid w:val="00CF70F1"/>
    <w:rsid w:val="00D12068"/>
    <w:rsid w:val="00D149A5"/>
    <w:rsid w:val="00D208FD"/>
    <w:rsid w:val="00D22335"/>
    <w:rsid w:val="00D27345"/>
    <w:rsid w:val="00D4391F"/>
    <w:rsid w:val="00D63C73"/>
    <w:rsid w:val="00D77DB6"/>
    <w:rsid w:val="00D83F1B"/>
    <w:rsid w:val="00D85932"/>
    <w:rsid w:val="00D9713F"/>
    <w:rsid w:val="00DA7141"/>
    <w:rsid w:val="00DA74CD"/>
    <w:rsid w:val="00DE508D"/>
    <w:rsid w:val="00DE53A4"/>
    <w:rsid w:val="00E00F8B"/>
    <w:rsid w:val="00E11294"/>
    <w:rsid w:val="00E15A54"/>
    <w:rsid w:val="00E252AE"/>
    <w:rsid w:val="00E31D31"/>
    <w:rsid w:val="00E930D0"/>
    <w:rsid w:val="00E97DE7"/>
    <w:rsid w:val="00EA7457"/>
    <w:rsid w:val="00EB11B6"/>
    <w:rsid w:val="00EB2019"/>
    <w:rsid w:val="00EE720C"/>
    <w:rsid w:val="00F00DF8"/>
    <w:rsid w:val="00F25169"/>
    <w:rsid w:val="00F46AAE"/>
    <w:rsid w:val="00F81153"/>
    <w:rsid w:val="00F85587"/>
    <w:rsid w:val="00FA472C"/>
    <w:rsid w:val="00FB4E12"/>
    <w:rsid w:val="00FC3A41"/>
    <w:rsid w:val="00FE2131"/>
    <w:rsid w:val="00FE7BD4"/>
    <w:rsid w:val="00FF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55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9713F"/>
    <w:rPr>
      <w:color w:val="0000FF"/>
      <w:u w:val="single"/>
    </w:rPr>
  </w:style>
  <w:style w:type="paragraph" w:styleId="BalloonText">
    <w:name w:val="Balloon Text"/>
    <w:basedOn w:val="Normal"/>
    <w:semiHidden/>
    <w:rsid w:val="006C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ocument%20Templates\1-%20Frederick%20Co%20Form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D7F87-4F28-40A1-A602-3F2935D73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1- Frederick Co Form Letter.dot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VaDSS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Stanfield</dc:creator>
  <cp:lastModifiedBy>Linda Gibson</cp:lastModifiedBy>
  <cp:revision>2</cp:revision>
  <cp:lastPrinted>2013-11-13T14:00:00Z</cp:lastPrinted>
  <dcterms:created xsi:type="dcterms:W3CDTF">2015-02-10T15:44:00Z</dcterms:created>
  <dcterms:modified xsi:type="dcterms:W3CDTF">2015-02-10T15:44:00Z</dcterms:modified>
</cp:coreProperties>
</file>